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72F58E" w14:textId="77777777" w:rsidR="00351F85" w:rsidRDefault="00351F85" w:rsidP="00F2298D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03E1D9BA" w14:textId="77777777" w:rsidR="00001CF1" w:rsidRDefault="00001CF1" w:rsidP="00F2298D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77F1733F" w14:textId="77777777" w:rsidR="00881AF4" w:rsidRDefault="00F2298D" w:rsidP="00001CF1">
      <w:pPr>
        <w:spacing w:after="0" w:line="240" w:lineRule="auto"/>
        <w:ind w:left="-709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Уважаемые коллеги. Продолжает работу постоянно - действующий обучающий семинар</w:t>
      </w:r>
      <w:r w:rsidR="00351F85" w:rsidRPr="00351F85">
        <w:rPr>
          <w:rFonts w:ascii="Times New Roman" w:hAnsi="Times New Roman" w:cs="Times New Roman"/>
          <w:sz w:val="28"/>
          <w:szCs w:val="28"/>
        </w:rPr>
        <w:t xml:space="preserve"> </w:t>
      </w:r>
      <w:r w:rsidR="00351F85" w:rsidRPr="00547535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="00351F85">
        <w:rPr>
          <w:rFonts w:ascii="Times New Roman" w:hAnsi="Times New Roman" w:cs="Times New Roman"/>
          <w:sz w:val="28"/>
          <w:szCs w:val="28"/>
        </w:rPr>
        <w:t>*</w:t>
      </w:r>
      <w:r w:rsidR="00351F85">
        <w:rPr>
          <w:rFonts w:ascii="Times New Roman" w:hAnsi="Times New Roman" w:cs="Times New Roman"/>
          <w:sz w:val="28"/>
          <w:szCs w:val="28"/>
        </w:rPr>
        <w:t xml:space="preserve"> на базе </w:t>
      </w:r>
      <w:proofErr w:type="spellStart"/>
      <w:r w:rsidR="00351F85" w:rsidRPr="00351F85">
        <w:rPr>
          <w:rFonts w:ascii="Times New Roman" w:hAnsi="Times New Roman" w:cs="Times New Roman"/>
          <w:sz w:val="28"/>
          <w:szCs w:val="28"/>
        </w:rPr>
        <w:t>Рудненского</w:t>
      </w:r>
      <w:proofErr w:type="spellEnd"/>
      <w:r w:rsidR="00351F85" w:rsidRPr="00351F85">
        <w:rPr>
          <w:rFonts w:ascii="Times New Roman" w:hAnsi="Times New Roman" w:cs="Times New Roman"/>
          <w:sz w:val="28"/>
          <w:szCs w:val="28"/>
        </w:rPr>
        <w:t xml:space="preserve"> социально-гуманитарного колл</w:t>
      </w:r>
      <w:r w:rsidR="00351F85">
        <w:rPr>
          <w:rFonts w:ascii="Times New Roman" w:hAnsi="Times New Roman" w:cs="Times New Roman"/>
          <w:sz w:val="28"/>
          <w:szCs w:val="28"/>
        </w:rPr>
        <w:t xml:space="preserve">еджа </w:t>
      </w:r>
      <w:r w:rsidR="00351F85" w:rsidRPr="00351F85">
        <w:rPr>
          <w:rFonts w:ascii="Times New Roman" w:hAnsi="Times New Roman" w:cs="Times New Roman"/>
          <w:sz w:val="28"/>
          <w:szCs w:val="28"/>
        </w:rPr>
        <w:t xml:space="preserve">им. </w:t>
      </w:r>
      <w:proofErr w:type="spellStart"/>
      <w:r w:rsidR="00351F85" w:rsidRPr="00351F85">
        <w:rPr>
          <w:rFonts w:ascii="Times New Roman" w:hAnsi="Times New Roman" w:cs="Times New Roman"/>
          <w:sz w:val="28"/>
          <w:szCs w:val="28"/>
        </w:rPr>
        <w:t>И.Алтынсарина</w:t>
      </w:r>
      <w:proofErr w:type="spellEnd"/>
      <w:r w:rsidR="00351F85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EE58539" w14:textId="0DE041F9" w:rsidR="00881AF4" w:rsidRDefault="00881AF4" w:rsidP="00001CF1">
      <w:pPr>
        <w:spacing w:after="0" w:line="240" w:lineRule="auto"/>
        <w:ind w:left="-709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1AF4">
        <w:rPr>
          <w:rFonts w:ascii="Times New Roman" w:hAnsi="Times New Roman" w:cs="Times New Roman"/>
          <w:b/>
          <w:sz w:val="28"/>
          <w:szCs w:val="28"/>
        </w:rPr>
        <w:t>Место и время</w:t>
      </w:r>
      <w:r>
        <w:rPr>
          <w:rFonts w:ascii="Times New Roman" w:hAnsi="Times New Roman" w:cs="Times New Roman"/>
          <w:sz w:val="28"/>
          <w:szCs w:val="28"/>
        </w:rPr>
        <w:t xml:space="preserve"> проведения семинара: </w:t>
      </w:r>
      <w:r w:rsidRPr="00351F85">
        <w:rPr>
          <w:rFonts w:ascii="Times New Roman" w:hAnsi="Times New Roman" w:cs="Times New Roman"/>
          <w:b/>
          <w:sz w:val="28"/>
          <w:szCs w:val="28"/>
        </w:rPr>
        <w:t>29 октября 2014 года в 15.00</w:t>
      </w:r>
    </w:p>
    <w:p w14:paraId="516EEAB0" w14:textId="3DE4EA59" w:rsidR="00547535" w:rsidRDefault="00351F85" w:rsidP="00001CF1">
      <w:pPr>
        <w:spacing w:after="0" w:line="240" w:lineRule="auto"/>
        <w:ind w:left="-709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Всем желаю</w:t>
      </w:r>
      <w:r w:rsidR="00881AF4">
        <w:rPr>
          <w:rFonts w:ascii="Times New Roman" w:hAnsi="Times New Roman" w:cs="Times New Roman"/>
          <w:sz w:val="28"/>
          <w:szCs w:val="28"/>
        </w:rPr>
        <w:t xml:space="preserve">щим принять участие в семинаре </w:t>
      </w:r>
      <w:r w:rsidRPr="00351F85">
        <w:rPr>
          <w:rFonts w:ascii="Times New Roman" w:hAnsi="Times New Roman" w:cs="Times New Roman"/>
          <w:sz w:val="28"/>
          <w:szCs w:val="28"/>
        </w:rPr>
        <w:t>необходимо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01CF1">
        <w:rPr>
          <w:rFonts w:ascii="Times New Roman" w:hAnsi="Times New Roman" w:cs="Times New Roman"/>
          <w:sz w:val="28"/>
          <w:szCs w:val="28"/>
        </w:rPr>
        <w:t>отправить заявку по электронной почте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8" w:history="1">
        <w:r w:rsidRPr="00504653">
          <w:rPr>
            <w:rStyle w:val="aa"/>
            <w:rFonts w:ascii="Times New Roman" w:hAnsi="Times New Roman" w:cs="Times New Roman"/>
            <w:b/>
            <w:sz w:val="28"/>
            <w:szCs w:val="28"/>
            <w:lang w:val="en-US"/>
          </w:rPr>
          <w:t>rudcit</w:t>
        </w:r>
        <w:r w:rsidRPr="00351F85">
          <w:rPr>
            <w:rStyle w:val="aa"/>
            <w:rFonts w:ascii="Times New Roman" w:hAnsi="Times New Roman" w:cs="Times New Roman"/>
            <w:b/>
            <w:sz w:val="28"/>
            <w:szCs w:val="28"/>
          </w:rPr>
          <w:t>@</w:t>
        </w:r>
        <w:r w:rsidRPr="00504653">
          <w:rPr>
            <w:rStyle w:val="aa"/>
            <w:rFonts w:ascii="Times New Roman" w:hAnsi="Times New Roman" w:cs="Times New Roman"/>
            <w:b/>
            <w:sz w:val="28"/>
            <w:szCs w:val="28"/>
            <w:lang w:val="en-US"/>
          </w:rPr>
          <w:t>mail</w:t>
        </w:r>
        <w:r w:rsidRPr="00351F85">
          <w:rPr>
            <w:rStyle w:val="aa"/>
            <w:rFonts w:ascii="Times New Roman" w:hAnsi="Times New Roman" w:cs="Times New Roman"/>
            <w:b/>
            <w:sz w:val="28"/>
            <w:szCs w:val="28"/>
          </w:rPr>
          <w:t>.</w:t>
        </w:r>
        <w:proofErr w:type="spellStart"/>
        <w:r w:rsidRPr="00504653">
          <w:rPr>
            <w:rStyle w:val="aa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  <w:proofErr w:type="spellEnd"/>
      </w:hyperlink>
      <w:r w:rsidRPr="00351F85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Кобалия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И.В.</w:t>
      </w:r>
      <w:r w:rsidRPr="00351F85">
        <w:rPr>
          <w:rFonts w:ascii="Times New Roman" w:hAnsi="Times New Roman" w:cs="Times New Roman"/>
          <w:b/>
          <w:sz w:val="28"/>
          <w:szCs w:val="28"/>
        </w:rPr>
        <w:t>)</w:t>
      </w:r>
      <w:r w:rsidR="00881AF4" w:rsidRPr="00881AF4">
        <w:rPr>
          <w:rFonts w:ascii="Times New Roman" w:hAnsi="Times New Roman" w:cs="Times New Roman"/>
          <w:sz w:val="28"/>
          <w:szCs w:val="28"/>
        </w:rPr>
        <w:t xml:space="preserve"> </w:t>
      </w:r>
      <w:r w:rsidR="00881AF4">
        <w:rPr>
          <w:rFonts w:ascii="Times New Roman" w:hAnsi="Times New Roman" w:cs="Times New Roman"/>
          <w:sz w:val="28"/>
          <w:szCs w:val="28"/>
        </w:rPr>
        <w:t xml:space="preserve"> до </w:t>
      </w:r>
      <w:r w:rsidR="00881AF4" w:rsidRPr="00881AF4">
        <w:rPr>
          <w:rFonts w:ascii="Times New Roman" w:hAnsi="Times New Roman" w:cs="Times New Roman"/>
          <w:b/>
          <w:sz w:val="28"/>
          <w:szCs w:val="28"/>
        </w:rPr>
        <w:t>28 октября 2014 года</w:t>
      </w:r>
      <w:r w:rsidR="00881AF4">
        <w:rPr>
          <w:rFonts w:ascii="Times New Roman" w:hAnsi="Times New Roman" w:cs="Times New Roman"/>
          <w:b/>
          <w:sz w:val="28"/>
          <w:szCs w:val="28"/>
        </w:rPr>
        <w:t>.</w:t>
      </w:r>
      <w:bookmarkStart w:id="0" w:name="_GoBack"/>
      <w:bookmarkEnd w:id="0"/>
    </w:p>
    <w:p w14:paraId="6C704FB5" w14:textId="77777777" w:rsidR="00351F85" w:rsidRPr="00477A8B" w:rsidRDefault="00351F85" w:rsidP="00391647">
      <w:pPr>
        <w:spacing w:after="0" w:line="240" w:lineRule="auto"/>
        <w:ind w:left="-709"/>
        <w:rPr>
          <w:rFonts w:ascii="Times New Roman" w:hAnsi="Times New Roman" w:cs="Times New Roman"/>
          <w:b/>
          <w:i/>
          <w:sz w:val="24"/>
          <w:szCs w:val="28"/>
        </w:rPr>
      </w:pPr>
      <w:r w:rsidRPr="00477A8B">
        <w:rPr>
          <w:rFonts w:ascii="Times New Roman" w:hAnsi="Times New Roman" w:cs="Times New Roman"/>
          <w:b/>
          <w:i/>
          <w:sz w:val="24"/>
          <w:szCs w:val="28"/>
        </w:rPr>
        <w:t>*Примечание:</w:t>
      </w:r>
    </w:p>
    <w:p w14:paraId="1CACC24F" w14:textId="77777777" w:rsidR="00001CF1" w:rsidRDefault="00351F85" w:rsidP="00001CF1">
      <w:pPr>
        <w:pStyle w:val="ab"/>
        <w:numPr>
          <w:ilvl w:val="0"/>
          <w:numId w:val="1"/>
        </w:numPr>
        <w:tabs>
          <w:tab w:val="left" w:pos="426"/>
        </w:tabs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</w:rPr>
      </w:pPr>
      <w:r w:rsidRPr="00351F85">
        <w:rPr>
          <w:rFonts w:ascii="Times New Roman" w:hAnsi="Times New Roman" w:cs="Times New Roman"/>
          <w:sz w:val="28"/>
          <w:szCs w:val="28"/>
        </w:rPr>
        <w:t xml:space="preserve">Для участия в семинаре </w:t>
      </w:r>
      <w:r>
        <w:rPr>
          <w:rFonts w:ascii="Times New Roman" w:hAnsi="Times New Roman" w:cs="Times New Roman"/>
          <w:sz w:val="28"/>
          <w:szCs w:val="28"/>
        </w:rPr>
        <w:t>при себе необходимо иметь</w:t>
      </w:r>
      <w:r w:rsidRPr="00351F85">
        <w:rPr>
          <w:rFonts w:ascii="Times New Roman" w:hAnsi="Times New Roman" w:cs="Times New Roman"/>
          <w:sz w:val="28"/>
          <w:szCs w:val="28"/>
        </w:rPr>
        <w:t xml:space="preserve"> </w:t>
      </w:r>
      <w:r w:rsidR="00001CF1">
        <w:rPr>
          <w:rFonts w:ascii="Times New Roman" w:hAnsi="Times New Roman" w:cs="Times New Roman"/>
          <w:sz w:val="28"/>
          <w:szCs w:val="28"/>
        </w:rPr>
        <w:t>рабочую</w:t>
      </w:r>
    </w:p>
    <w:p w14:paraId="2BAEC805" w14:textId="1C5B3C92" w:rsidR="00351F85" w:rsidRPr="00001CF1" w:rsidRDefault="00001CF1" w:rsidP="00001CF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51F85" w:rsidRPr="00001CF1">
        <w:rPr>
          <w:rFonts w:ascii="Times New Roman" w:hAnsi="Times New Roman" w:cs="Times New Roman"/>
          <w:sz w:val="28"/>
          <w:szCs w:val="28"/>
        </w:rPr>
        <w:t xml:space="preserve">беспроводную мышь и </w:t>
      </w:r>
      <w:proofErr w:type="spellStart"/>
      <w:r w:rsidR="00351F85" w:rsidRPr="00001CF1">
        <w:rPr>
          <w:rFonts w:ascii="Times New Roman" w:hAnsi="Times New Roman" w:cs="Times New Roman"/>
          <w:sz w:val="28"/>
          <w:szCs w:val="28"/>
        </w:rPr>
        <w:t>флеш</w:t>
      </w:r>
      <w:proofErr w:type="spellEnd"/>
      <w:r w:rsidR="00351F85" w:rsidRPr="00001CF1">
        <w:rPr>
          <w:rFonts w:ascii="Times New Roman" w:hAnsi="Times New Roman" w:cs="Times New Roman"/>
          <w:sz w:val="28"/>
          <w:szCs w:val="28"/>
        </w:rPr>
        <w:t>-карту.</w:t>
      </w:r>
    </w:p>
    <w:p w14:paraId="0783BFD0" w14:textId="77777777" w:rsidR="00351F85" w:rsidRDefault="00351F85" w:rsidP="00391647">
      <w:pPr>
        <w:pStyle w:val="ab"/>
        <w:numPr>
          <w:ilvl w:val="0"/>
          <w:numId w:val="1"/>
        </w:numPr>
        <w:tabs>
          <w:tab w:val="left" w:pos="426"/>
        </w:tabs>
        <w:spacing w:after="0" w:line="240" w:lineRule="auto"/>
        <w:ind w:left="-709" w:firstLine="709"/>
        <w:rPr>
          <w:rFonts w:ascii="Times New Roman" w:hAnsi="Times New Roman" w:cs="Times New Roman"/>
          <w:sz w:val="28"/>
          <w:szCs w:val="28"/>
        </w:rPr>
      </w:pPr>
      <w:r w:rsidRPr="00351F85">
        <w:rPr>
          <w:rFonts w:ascii="Times New Roman" w:hAnsi="Times New Roman" w:cs="Times New Roman"/>
          <w:sz w:val="28"/>
          <w:szCs w:val="28"/>
        </w:rPr>
        <w:t>Количество участников семинара ограничено! (12 учителей).</w:t>
      </w:r>
    </w:p>
    <w:p w14:paraId="7D7C8C11" w14:textId="64623706" w:rsidR="00351F85" w:rsidRPr="00351F85" w:rsidRDefault="00351F85" w:rsidP="00391647">
      <w:pPr>
        <w:pStyle w:val="ab"/>
        <w:numPr>
          <w:ilvl w:val="0"/>
          <w:numId w:val="1"/>
        </w:numPr>
        <w:tabs>
          <w:tab w:val="left" w:pos="426"/>
        </w:tabs>
        <w:spacing w:after="0" w:line="240" w:lineRule="auto"/>
        <w:ind w:left="-709" w:firstLine="709"/>
        <w:rPr>
          <w:rFonts w:ascii="Times New Roman" w:hAnsi="Times New Roman" w:cs="Times New Roman"/>
          <w:sz w:val="28"/>
          <w:szCs w:val="28"/>
        </w:rPr>
      </w:pPr>
      <w:r w:rsidRPr="00351F85">
        <w:rPr>
          <w:rFonts w:ascii="Times New Roman" w:hAnsi="Times New Roman" w:cs="Times New Roman"/>
          <w:sz w:val="28"/>
          <w:szCs w:val="28"/>
        </w:rPr>
        <w:t xml:space="preserve">Минимальный навык работы с программой </w:t>
      </w:r>
      <w:r w:rsidRPr="00351F85">
        <w:rPr>
          <w:rFonts w:ascii="Times New Roman" w:hAnsi="Times New Roman" w:cs="Times New Roman"/>
          <w:sz w:val="28"/>
          <w:szCs w:val="28"/>
          <w:lang w:val="en-US"/>
        </w:rPr>
        <w:t>MS</w:t>
      </w:r>
      <w:r w:rsidRPr="00351F85">
        <w:rPr>
          <w:rFonts w:ascii="Times New Roman" w:hAnsi="Times New Roman" w:cs="Times New Roman"/>
          <w:sz w:val="28"/>
          <w:szCs w:val="28"/>
        </w:rPr>
        <w:t xml:space="preserve"> </w:t>
      </w:r>
      <w:r w:rsidRPr="00351F85">
        <w:rPr>
          <w:rFonts w:ascii="Times New Roman" w:hAnsi="Times New Roman" w:cs="Times New Roman"/>
          <w:sz w:val="28"/>
          <w:szCs w:val="28"/>
          <w:lang w:val="en-US"/>
        </w:rPr>
        <w:t>Power</w:t>
      </w:r>
      <w:r w:rsidRPr="00351F85">
        <w:rPr>
          <w:rFonts w:ascii="Times New Roman" w:hAnsi="Times New Roman" w:cs="Times New Roman"/>
          <w:sz w:val="28"/>
          <w:szCs w:val="28"/>
        </w:rPr>
        <w:t xml:space="preserve"> </w:t>
      </w:r>
      <w:r w:rsidRPr="00351F85">
        <w:rPr>
          <w:rFonts w:ascii="Times New Roman" w:hAnsi="Times New Roman" w:cs="Times New Roman"/>
          <w:sz w:val="28"/>
          <w:szCs w:val="28"/>
          <w:lang w:val="en-US"/>
        </w:rPr>
        <w:t>Point</w:t>
      </w:r>
      <w:r w:rsidRPr="00351F85">
        <w:rPr>
          <w:rFonts w:ascii="Times New Roman" w:hAnsi="Times New Roman" w:cs="Times New Roman"/>
          <w:sz w:val="28"/>
          <w:szCs w:val="28"/>
        </w:rPr>
        <w:t xml:space="preserve"> </w:t>
      </w:r>
      <w:r w:rsidRPr="00001CF1">
        <w:rPr>
          <w:rFonts w:ascii="Times New Roman" w:hAnsi="Times New Roman" w:cs="Times New Roman"/>
          <w:sz w:val="28"/>
          <w:szCs w:val="28"/>
          <w:u w:val="single"/>
        </w:rPr>
        <w:t>обязателен</w:t>
      </w:r>
      <w:r w:rsidRPr="00351F85">
        <w:rPr>
          <w:rFonts w:ascii="Times New Roman" w:hAnsi="Times New Roman" w:cs="Times New Roman"/>
          <w:sz w:val="28"/>
          <w:szCs w:val="28"/>
        </w:rPr>
        <w:t>.</w:t>
      </w:r>
    </w:p>
    <w:p w14:paraId="6EB68DF1" w14:textId="77777777" w:rsidR="00351F85" w:rsidRPr="00351F85" w:rsidRDefault="00351F85" w:rsidP="00351F85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75EB22F9" w14:textId="118F0E04" w:rsidR="00426AF4" w:rsidRDefault="009A669E" w:rsidP="005475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7535">
        <w:rPr>
          <w:rFonts w:ascii="Times New Roman" w:hAnsi="Times New Roman" w:cs="Times New Roman"/>
          <w:sz w:val="28"/>
          <w:szCs w:val="28"/>
        </w:rPr>
        <w:t>Заявка на участие в обучающ</w:t>
      </w:r>
      <w:r w:rsidR="0064446E">
        <w:rPr>
          <w:rFonts w:ascii="Times New Roman" w:hAnsi="Times New Roman" w:cs="Times New Roman"/>
          <w:sz w:val="28"/>
          <w:szCs w:val="28"/>
        </w:rPr>
        <w:t>ем</w:t>
      </w:r>
      <w:r w:rsidRPr="00547535">
        <w:rPr>
          <w:rFonts w:ascii="Times New Roman" w:hAnsi="Times New Roman" w:cs="Times New Roman"/>
          <w:sz w:val="28"/>
          <w:szCs w:val="28"/>
        </w:rPr>
        <w:t xml:space="preserve"> семинар</w:t>
      </w:r>
      <w:r w:rsidR="0064446E">
        <w:rPr>
          <w:rFonts w:ascii="Times New Roman" w:hAnsi="Times New Roman" w:cs="Times New Roman"/>
          <w:sz w:val="28"/>
          <w:szCs w:val="28"/>
        </w:rPr>
        <w:t>е</w:t>
      </w:r>
      <w:r w:rsidRPr="0054753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0963C63" w14:textId="77777777" w:rsidR="000E6632" w:rsidRDefault="0064446E" w:rsidP="005475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446E">
        <w:rPr>
          <w:rFonts w:ascii="Times New Roman" w:hAnsi="Times New Roman" w:cs="Times New Roman"/>
          <w:b/>
          <w:sz w:val="28"/>
          <w:szCs w:val="28"/>
        </w:rPr>
        <w:t xml:space="preserve">«Использование технологий </w:t>
      </w:r>
      <w:r w:rsidRPr="0064446E">
        <w:rPr>
          <w:rFonts w:ascii="Times New Roman" w:hAnsi="Times New Roman" w:cs="Times New Roman"/>
          <w:b/>
          <w:sz w:val="28"/>
          <w:szCs w:val="28"/>
          <w:lang w:val="en-US"/>
        </w:rPr>
        <w:t>Microsoft</w:t>
      </w:r>
      <w:r w:rsidRPr="006444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4446E">
        <w:rPr>
          <w:rFonts w:ascii="Times New Roman" w:hAnsi="Times New Roman" w:cs="Times New Roman"/>
          <w:b/>
          <w:sz w:val="28"/>
          <w:szCs w:val="28"/>
          <w:lang w:val="en-US"/>
        </w:rPr>
        <w:t>Power</w:t>
      </w:r>
      <w:r w:rsidRPr="006444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4446E">
        <w:rPr>
          <w:rFonts w:ascii="Times New Roman" w:hAnsi="Times New Roman" w:cs="Times New Roman"/>
          <w:b/>
          <w:sz w:val="28"/>
          <w:szCs w:val="28"/>
          <w:lang w:val="en-US"/>
        </w:rPr>
        <w:t>Point</w:t>
      </w:r>
      <w:r w:rsidRPr="0064446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EF6C8DB" w14:textId="2E97901C" w:rsidR="0064446E" w:rsidRPr="0064446E" w:rsidRDefault="0064446E" w:rsidP="005475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446E">
        <w:rPr>
          <w:rFonts w:ascii="Times New Roman" w:hAnsi="Times New Roman" w:cs="Times New Roman"/>
          <w:b/>
          <w:sz w:val="28"/>
          <w:szCs w:val="28"/>
        </w:rPr>
        <w:t>для эффективной работы в учебно-воспитательном процессе»</w:t>
      </w:r>
    </w:p>
    <w:p w14:paraId="4088118A" w14:textId="77777777" w:rsidR="00547535" w:rsidRDefault="00547535" w:rsidP="005475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23F1C28" w14:textId="77777777" w:rsidR="00547535" w:rsidRPr="00547535" w:rsidRDefault="00547535" w:rsidP="005475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885" w:type="dxa"/>
        <w:tblLook w:val="04A0" w:firstRow="1" w:lastRow="0" w:firstColumn="1" w:lastColumn="0" w:noHBand="0" w:noVBand="1"/>
      </w:tblPr>
      <w:tblGrid>
        <w:gridCol w:w="532"/>
        <w:gridCol w:w="1627"/>
        <w:gridCol w:w="946"/>
        <w:gridCol w:w="1337"/>
        <w:gridCol w:w="1352"/>
        <w:gridCol w:w="1678"/>
        <w:gridCol w:w="1052"/>
        <w:gridCol w:w="1932"/>
      </w:tblGrid>
      <w:tr w:rsidR="0064446E" w:rsidRPr="00477A8B" w14:paraId="75EB2301" w14:textId="780A69DA" w:rsidTr="0064446E">
        <w:tc>
          <w:tcPr>
            <w:tcW w:w="562" w:type="dxa"/>
            <w:vAlign w:val="bottom"/>
          </w:tcPr>
          <w:p w14:paraId="75EB22FA" w14:textId="77777777" w:rsidR="0064446E" w:rsidRPr="00477A8B" w:rsidRDefault="0064446E" w:rsidP="005475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7A8B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1878" w:type="dxa"/>
            <w:vAlign w:val="bottom"/>
          </w:tcPr>
          <w:p w14:paraId="75EB22FB" w14:textId="77777777" w:rsidR="0064446E" w:rsidRPr="00477A8B" w:rsidRDefault="0064446E" w:rsidP="005475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7A8B">
              <w:rPr>
                <w:rFonts w:ascii="Times New Roman" w:hAnsi="Times New Roman" w:cs="Times New Roman"/>
                <w:b/>
                <w:sz w:val="20"/>
                <w:szCs w:val="20"/>
              </w:rPr>
              <w:t>Фамилия</w:t>
            </w:r>
          </w:p>
        </w:tc>
        <w:tc>
          <w:tcPr>
            <w:tcW w:w="1095" w:type="dxa"/>
            <w:vAlign w:val="bottom"/>
          </w:tcPr>
          <w:p w14:paraId="75EB22FC" w14:textId="77777777" w:rsidR="0064446E" w:rsidRPr="00477A8B" w:rsidRDefault="0064446E" w:rsidP="005475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7A8B">
              <w:rPr>
                <w:rFonts w:ascii="Times New Roman" w:hAnsi="Times New Roman" w:cs="Times New Roman"/>
                <w:b/>
                <w:sz w:val="20"/>
                <w:szCs w:val="20"/>
              </w:rPr>
              <w:t>Имя</w:t>
            </w:r>
          </w:p>
        </w:tc>
        <w:tc>
          <w:tcPr>
            <w:tcW w:w="1444" w:type="dxa"/>
            <w:vAlign w:val="bottom"/>
          </w:tcPr>
          <w:p w14:paraId="75EB22FD" w14:textId="77777777" w:rsidR="0064446E" w:rsidRPr="00477A8B" w:rsidRDefault="0064446E" w:rsidP="005475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7A8B">
              <w:rPr>
                <w:rFonts w:ascii="Times New Roman" w:hAnsi="Times New Roman" w:cs="Times New Roman"/>
                <w:b/>
                <w:sz w:val="20"/>
                <w:szCs w:val="20"/>
              </w:rPr>
              <w:t>Дата рождения</w:t>
            </w:r>
          </w:p>
        </w:tc>
        <w:tc>
          <w:tcPr>
            <w:tcW w:w="1459" w:type="dxa"/>
            <w:vAlign w:val="bottom"/>
          </w:tcPr>
          <w:p w14:paraId="75EB22FE" w14:textId="77777777" w:rsidR="0064446E" w:rsidRPr="00477A8B" w:rsidRDefault="0064446E" w:rsidP="005475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7A8B">
              <w:rPr>
                <w:rFonts w:ascii="Times New Roman" w:hAnsi="Times New Roman" w:cs="Times New Roman"/>
                <w:b/>
                <w:sz w:val="20"/>
                <w:szCs w:val="20"/>
              </w:rPr>
              <w:t>Номер телефона (сотовый)</w:t>
            </w:r>
          </w:p>
        </w:tc>
        <w:tc>
          <w:tcPr>
            <w:tcW w:w="1816" w:type="dxa"/>
            <w:vAlign w:val="bottom"/>
          </w:tcPr>
          <w:p w14:paraId="75EB22FF" w14:textId="7F9A7E92" w:rsidR="0064446E" w:rsidRPr="00477A8B" w:rsidRDefault="0064446E" w:rsidP="005475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7A8B">
              <w:rPr>
                <w:rFonts w:ascii="Times New Roman" w:hAnsi="Times New Roman" w:cs="Times New Roman"/>
                <w:b/>
                <w:sz w:val="20"/>
                <w:szCs w:val="20"/>
              </w:rPr>
              <w:t>Адрес электронной почты (личный)</w:t>
            </w:r>
          </w:p>
        </w:tc>
        <w:tc>
          <w:tcPr>
            <w:tcW w:w="1137" w:type="dxa"/>
            <w:vAlign w:val="bottom"/>
          </w:tcPr>
          <w:p w14:paraId="75EB2300" w14:textId="77777777" w:rsidR="0064446E" w:rsidRPr="00477A8B" w:rsidRDefault="0064446E" w:rsidP="005475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7A8B">
              <w:rPr>
                <w:rFonts w:ascii="Times New Roman" w:hAnsi="Times New Roman" w:cs="Times New Roman"/>
                <w:b/>
                <w:sz w:val="20"/>
                <w:szCs w:val="20"/>
              </w:rPr>
              <w:t>Школа</w:t>
            </w:r>
          </w:p>
        </w:tc>
        <w:tc>
          <w:tcPr>
            <w:tcW w:w="1065" w:type="dxa"/>
          </w:tcPr>
          <w:p w14:paraId="0BD9E2B4" w14:textId="77777777" w:rsidR="0064446E" w:rsidRPr="00477A8B" w:rsidRDefault="0064446E" w:rsidP="0064446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7A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Зарегистрированы ли вы на образовательном портале </w:t>
            </w:r>
            <w:r w:rsidRPr="00477A8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Microsoft</w:t>
            </w:r>
          </w:p>
          <w:p w14:paraId="5B9D23A8" w14:textId="77777777" w:rsidR="0064446E" w:rsidRPr="000E6632" w:rsidRDefault="0064446E" w:rsidP="0064446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77A8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Pil</w:t>
            </w:r>
            <w:proofErr w:type="spellEnd"/>
            <w:r w:rsidRPr="000E6632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477A8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network</w:t>
            </w:r>
            <w:r w:rsidRPr="000E6632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477A8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com</w:t>
            </w:r>
          </w:p>
          <w:p w14:paraId="428BCBAD" w14:textId="33EE748B" w:rsidR="0064446E" w:rsidRPr="00477A8B" w:rsidRDefault="0064446E" w:rsidP="00477A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A8B">
              <w:rPr>
                <w:rFonts w:ascii="Times New Roman" w:hAnsi="Times New Roman" w:cs="Times New Roman"/>
                <w:sz w:val="20"/>
                <w:szCs w:val="20"/>
              </w:rPr>
              <w:t>(Если да</w:t>
            </w:r>
            <w:r w:rsidR="00477A8B" w:rsidRPr="00477A8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477A8B">
              <w:rPr>
                <w:rFonts w:ascii="Times New Roman" w:hAnsi="Times New Roman" w:cs="Times New Roman"/>
                <w:sz w:val="20"/>
                <w:szCs w:val="20"/>
              </w:rPr>
              <w:t xml:space="preserve"> то укажите </w:t>
            </w:r>
            <w:r w:rsidR="00477A8B" w:rsidRPr="00477A8B">
              <w:rPr>
                <w:rFonts w:ascii="Times New Roman" w:hAnsi="Times New Roman" w:cs="Times New Roman"/>
                <w:sz w:val="20"/>
                <w:szCs w:val="20"/>
              </w:rPr>
              <w:t xml:space="preserve">Вашу </w:t>
            </w:r>
            <w:r w:rsidR="00477A8B" w:rsidRPr="00477A8B">
              <w:rPr>
                <w:rFonts w:ascii="Times New Roman" w:hAnsi="Times New Roman" w:cs="Times New Roman"/>
                <w:sz w:val="20"/>
                <w:szCs w:val="20"/>
              </w:rPr>
              <w:br/>
              <w:t>учетную запись Майкрософт</w:t>
            </w:r>
            <w:r w:rsidRPr="00477A8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64446E" w:rsidRPr="00477A8B" w14:paraId="75EB2309" w14:textId="1A0240D2" w:rsidTr="0064446E">
        <w:tc>
          <w:tcPr>
            <w:tcW w:w="562" w:type="dxa"/>
          </w:tcPr>
          <w:p w14:paraId="75EB2302" w14:textId="11096989" w:rsidR="0064446E" w:rsidRPr="00477A8B" w:rsidRDefault="0064446E" w:rsidP="00547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7A8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878" w:type="dxa"/>
          </w:tcPr>
          <w:p w14:paraId="75EB2303" w14:textId="77777777" w:rsidR="0064446E" w:rsidRPr="00477A8B" w:rsidRDefault="0064446E" w:rsidP="005475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5" w:type="dxa"/>
          </w:tcPr>
          <w:p w14:paraId="75EB2304" w14:textId="77777777" w:rsidR="0064446E" w:rsidRPr="00477A8B" w:rsidRDefault="0064446E" w:rsidP="005475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4" w:type="dxa"/>
          </w:tcPr>
          <w:p w14:paraId="75EB2305" w14:textId="77777777" w:rsidR="0064446E" w:rsidRPr="00477A8B" w:rsidRDefault="0064446E" w:rsidP="005475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</w:tcPr>
          <w:p w14:paraId="75EB2306" w14:textId="77777777" w:rsidR="0064446E" w:rsidRPr="00477A8B" w:rsidRDefault="0064446E" w:rsidP="005475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6" w:type="dxa"/>
          </w:tcPr>
          <w:p w14:paraId="75EB2307" w14:textId="77777777" w:rsidR="0064446E" w:rsidRPr="00477A8B" w:rsidRDefault="0064446E" w:rsidP="005475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14:paraId="75EB2308" w14:textId="77777777" w:rsidR="0064446E" w:rsidRPr="00477A8B" w:rsidRDefault="0064446E" w:rsidP="005475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5" w:type="dxa"/>
          </w:tcPr>
          <w:p w14:paraId="637D7BB9" w14:textId="77777777" w:rsidR="0064446E" w:rsidRPr="00477A8B" w:rsidRDefault="0064446E" w:rsidP="005475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446E" w:rsidRPr="00477A8B" w14:paraId="323F3B1E" w14:textId="04DC319F" w:rsidTr="0064446E">
        <w:tc>
          <w:tcPr>
            <w:tcW w:w="562" w:type="dxa"/>
          </w:tcPr>
          <w:p w14:paraId="46A2C9B2" w14:textId="1A454BF1" w:rsidR="0064446E" w:rsidRPr="00477A8B" w:rsidRDefault="0064446E" w:rsidP="000372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7A8B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878" w:type="dxa"/>
          </w:tcPr>
          <w:p w14:paraId="6E2079E4" w14:textId="77777777" w:rsidR="0064446E" w:rsidRPr="00477A8B" w:rsidRDefault="0064446E" w:rsidP="000372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5" w:type="dxa"/>
          </w:tcPr>
          <w:p w14:paraId="6EF123ED" w14:textId="77777777" w:rsidR="0064446E" w:rsidRPr="00477A8B" w:rsidRDefault="0064446E" w:rsidP="000372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4" w:type="dxa"/>
          </w:tcPr>
          <w:p w14:paraId="33FC1DEE" w14:textId="77777777" w:rsidR="0064446E" w:rsidRPr="00477A8B" w:rsidRDefault="0064446E" w:rsidP="000372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</w:tcPr>
          <w:p w14:paraId="6A14FD6A" w14:textId="77777777" w:rsidR="0064446E" w:rsidRPr="00477A8B" w:rsidRDefault="0064446E" w:rsidP="000372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6" w:type="dxa"/>
          </w:tcPr>
          <w:p w14:paraId="424AB010" w14:textId="77777777" w:rsidR="0064446E" w:rsidRPr="00477A8B" w:rsidRDefault="0064446E" w:rsidP="000372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14:paraId="46512683" w14:textId="77777777" w:rsidR="0064446E" w:rsidRPr="00477A8B" w:rsidRDefault="0064446E" w:rsidP="000372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5" w:type="dxa"/>
          </w:tcPr>
          <w:p w14:paraId="0E685750" w14:textId="77777777" w:rsidR="0064446E" w:rsidRPr="00477A8B" w:rsidRDefault="0064446E" w:rsidP="000372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446E" w:rsidRPr="00477A8B" w14:paraId="19BB4F4C" w14:textId="7186611A" w:rsidTr="0064446E">
        <w:tc>
          <w:tcPr>
            <w:tcW w:w="562" w:type="dxa"/>
          </w:tcPr>
          <w:p w14:paraId="3ECBCB56" w14:textId="4E7C869E" w:rsidR="0064446E" w:rsidRPr="00477A8B" w:rsidRDefault="0064446E" w:rsidP="000372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7A8B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878" w:type="dxa"/>
          </w:tcPr>
          <w:p w14:paraId="2B446920" w14:textId="77777777" w:rsidR="0064446E" w:rsidRPr="00477A8B" w:rsidRDefault="0064446E" w:rsidP="000372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5" w:type="dxa"/>
          </w:tcPr>
          <w:p w14:paraId="7A81C404" w14:textId="77777777" w:rsidR="0064446E" w:rsidRPr="00477A8B" w:rsidRDefault="0064446E" w:rsidP="000372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4" w:type="dxa"/>
          </w:tcPr>
          <w:p w14:paraId="5F49D406" w14:textId="77777777" w:rsidR="0064446E" w:rsidRPr="00477A8B" w:rsidRDefault="0064446E" w:rsidP="000372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</w:tcPr>
          <w:p w14:paraId="2E57CCB6" w14:textId="77777777" w:rsidR="0064446E" w:rsidRPr="00477A8B" w:rsidRDefault="0064446E" w:rsidP="000372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6" w:type="dxa"/>
          </w:tcPr>
          <w:p w14:paraId="7955367C" w14:textId="77777777" w:rsidR="0064446E" w:rsidRPr="00477A8B" w:rsidRDefault="0064446E" w:rsidP="000372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14:paraId="5518211E" w14:textId="77777777" w:rsidR="0064446E" w:rsidRPr="00477A8B" w:rsidRDefault="0064446E" w:rsidP="000372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5" w:type="dxa"/>
          </w:tcPr>
          <w:p w14:paraId="4B481DA1" w14:textId="77777777" w:rsidR="0064446E" w:rsidRPr="00477A8B" w:rsidRDefault="0064446E" w:rsidP="000372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446E" w:rsidRPr="00477A8B" w14:paraId="2FB2F5AD" w14:textId="23809B42" w:rsidTr="0064446E">
        <w:tc>
          <w:tcPr>
            <w:tcW w:w="562" w:type="dxa"/>
          </w:tcPr>
          <w:p w14:paraId="41DDD074" w14:textId="196EE60F" w:rsidR="0064446E" w:rsidRPr="00477A8B" w:rsidRDefault="0064446E" w:rsidP="000372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7A8B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878" w:type="dxa"/>
          </w:tcPr>
          <w:p w14:paraId="7592D4AB" w14:textId="77777777" w:rsidR="0064446E" w:rsidRPr="00477A8B" w:rsidRDefault="0064446E" w:rsidP="000372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5" w:type="dxa"/>
          </w:tcPr>
          <w:p w14:paraId="1CF59EDB" w14:textId="77777777" w:rsidR="0064446E" w:rsidRPr="00477A8B" w:rsidRDefault="0064446E" w:rsidP="000372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4" w:type="dxa"/>
          </w:tcPr>
          <w:p w14:paraId="15DBFF45" w14:textId="77777777" w:rsidR="0064446E" w:rsidRPr="00477A8B" w:rsidRDefault="0064446E" w:rsidP="000372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</w:tcPr>
          <w:p w14:paraId="33DCA706" w14:textId="77777777" w:rsidR="0064446E" w:rsidRPr="00477A8B" w:rsidRDefault="0064446E" w:rsidP="000372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6" w:type="dxa"/>
          </w:tcPr>
          <w:p w14:paraId="33006A6C" w14:textId="77777777" w:rsidR="0064446E" w:rsidRPr="00477A8B" w:rsidRDefault="0064446E" w:rsidP="000372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14:paraId="31FF7186" w14:textId="77777777" w:rsidR="0064446E" w:rsidRPr="00477A8B" w:rsidRDefault="0064446E" w:rsidP="000372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5" w:type="dxa"/>
          </w:tcPr>
          <w:p w14:paraId="17D10494" w14:textId="77777777" w:rsidR="0064446E" w:rsidRPr="00477A8B" w:rsidRDefault="0064446E" w:rsidP="000372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446E" w:rsidRPr="00477A8B" w14:paraId="63A6F499" w14:textId="10BE4D62" w:rsidTr="0064446E">
        <w:tc>
          <w:tcPr>
            <w:tcW w:w="562" w:type="dxa"/>
          </w:tcPr>
          <w:p w14:paraId="5902F079" w14:textId="13074857" w:rsidR="0064446E" w:rsidRPr="00477A8B" w:rsidRDefault="0064446E" w:rsidP="000372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7A8B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878" w:type="dxa"/>
          </w:tcPr>
          <w:p w14:paraId="60D02E7E" w14:textId="77777777" w:rsidR="0064446E" w:rsidRPr="00477A8B" w:rsidRDefault="0064446E" w:rsidP="000372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5" w:type="dxa"/>
          </w:tcPr>
          <w:p w14:paraId="2D947E20" w14:textId="77777777" w:rsidR="0064446E" w:rsidRPr="00477A8B" w:rsidRDefault="0064446E" w:rsidP="000372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4" w:type="dxa"/>
          </w:tcPr>
          <w:p w14:paraId="34B7701C" w14:textId="77777777" w:rsidR="0064446E" w:rsidRPr="00477A8B" w:rsidRDefault="0064446E" w:rsidP="000372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</w:tcPr>
          <w:p w14:paraId="7C54BDE1" w14:textId="77777777" w:rsidR="0064446E" w:rsidRPr="00477A8B" w:rsidRDefault="0064446E" w:rsidP="000372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6" w:type="dxa"/>
          </w:tcPr>
          <w:p w14:paraId="5A056D87" w14:textId="77777777" w:rsidR="0064446E" w:rsidRPr="00477A8B" w:rsidRDefault="0064446E" w:rsidP="000372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14:paraId="1D47B993" w14:textId="77777777" w:rsidR="0064446E" w:rsidRPr="00477A8B" w:rsidRDefault="0064446E" w:rsidP="000372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5" w:type="dxa"/>
          </w:tcPr>
          <w:p w14:paraId="6FAB51BC" w14:textId="77777777" w:rsidR="0064446E" w:rsidRPr="00477A8B" w:rsidRDefault="0064446E" w:rsidP="000372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446E" w:rsidRPr="00477A8B" w14:paraId="17830632" w14:textId="71CE6C02" w:rsidTr="0064446E">
        <w:tc>
          <w:tcPr>
            <w:tcW w:w="562" w:type="dxa"/>
          </w:tcPr>
          <w:p w14:paraId="17027444" w14:textId="10AB346F" w:rsidR="0064446E" w:rsidRPr="00477A8B" w:rsidRDefault="0064446E" w:rsidP="000372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7A8B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878" w:type="dxa"/>
          </w:tcPr>
          <w:p w14:paraId="543310A5" w14:textId="77777777" w:rsidR="0064446E" w:rsidRPr="00477A8B" w:rsidRDefault="0064446E" w:rsidP="000372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5" w:type="dxa"/>
          </w:tcPr>
          <w:p w14:paraId="46126FC5" w14:textId="77777777" w:rsidR="0064446E" w:rsidRPr="00477A8B" w:rsidRDefault="0064446E" w:rsidP="000372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4" w:type="dxa"/>
          </w:tcPr>
          <w:p w14:paraId="4C56ACA3" w14:textId="77777777" w:rsidR="0064446E" w:rsidRPr="00477A8B" w:rsidRDefault="0064446E" w:rsidP="000372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</w:tcPr>
          <w:p w14:paraId="3429BB6A" w14:textId="77777777" w:rsidR="0064446E" w:rsidRPr="00477A8B" w:rsidRDefault="0064446E" w:rsidP="000372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6" w:type="dxa"/>
          </w:tcPr>
          <w:p w14:paraId="40078EF3" w14:textId="77777777" w:rsidR="0064446E" w:rsidRPr="00477A8B" w:rsidRDefault="0064446E" w:rsidP="000372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14:paraId="7D03D804" w14:textId="77777777" w:rsidR="0064446E" w:rsidRPr="00477A8B" w:rsidRDefault="0064446E" w:rsidP="000372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5" w:type="dxa"/>
          </w:tcPr>
          <w:p w14:paraId="17126E1B" w14:textId="77777777" w:rsidR="0064446E" w:rsidRPr="00477A8B" w:rsidRDefault="0064446E" w:rsidP="000372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446E" w:rsidRPr="00477A8B" w14:paraId="3A414817" w14:textId="1A3C198D" w:rsidTr="0064446E">
        <w:tc>
          <w:tcPr>
            <w:tcW w:w="562" w:type="dxa"/>
          </w:tcPr>
          <w:p w14:paraId="18915F7E" w14:textId="771C385D" w:rsidR="0064446E" w:rsidRPr="00477A8B" w:rsidRDefault="0064446E" w:rsidP="000372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7A8B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878" w:type="dxa"/>
          </w:tcPr>
          <w:p w14:paraId="1C092883" w14:textId="77777777" w:rsidR="0064446E" w:rsidRPr="00477A8B" w:rsidRDefault="0064446E" w:rsidP="000372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5" w:type="dxa"/>
          </w:tcPr>
          <w:p w14:paraId="2663E4DC" w14:textId="77777777" w:rsidR="0064446E" w:rsidRPr="00477A8B" w:rsidRDefault="0064446E" w:rsidP="000372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4" w:type="dxa"/>
          </w:tcPr>
          <w:p w14:paraId="614F9965" w14:textId="77777777" w:rsidR="0064446E" w:rsidRPr="00477A8B" w:rsidRDefault="0064446E" w:rsidP="000372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</w:tcPr>
          <w:p w14:paraId="45BCB0DA" w14:textId="77777777" w:rsidR="0064446E" w:rsidRPr="00477A8B" w:rsidRDefault="0064446E" w:rsidP="000372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6" w:type="dxa"/>
          </w:tcPr>
          <w:p w14:paraId="72D96A04" w14:textId="77777777" w:rsidR="0064446E" w:rsidRPr="00477A8B" w:rsidRDefault="0064446E" w:rsidP="000372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14:paraId="19C51EF4" w14:textId="77777777" w:rsidR="0064446E" w:rsidRPr="00477A8B" w:rsidRDefault="0064446E" w:rsidP="000372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5" w:type="dxa"/>
          </w:tcPr>
          <w:p w14:paraId="0EACFD1C" w14:textId="77777777" w:rsidR="0064446E" w:rsidRPr="00477A8B" w:rsidRDefault="0064446E" w:rsidP="000372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446E" w:rsidRPr="00477A8B" w14:paraId="100BDAD7" w14:textId="0EDFC89E" w:rsidTr="0064446E">
        <w:tc>
          <w:tcPr>
            <w:tcW w:w="562" w:type="dxa"/>
          </w:tcPr>
          <w:p w14:paraId="6CB33CC1" w14:textId="580FF44E" w:rsidR="0064446E" w:rsidRPr="00477A8B" w:rsidRDefault="0064446E" w:rsidP="000372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7A8B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1878" w:type="dxa"/>
          </w:tcPr>
          <w:p w14:paraId="332E9A92" w14:textId="77777777" w:rsidR="0064446E" w:rsidRPr="00477A8B" w:rsidRDefault="0064446E" w:rsidP="000372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5" w:type="dxa"/>
          </w:tcPr>
          <w:p w14:paraId="1DECA071" w14:textId="77777777" w:rsidR="0064446E" w:rsidRPr="00477A8B" w:rsidRDefault="0064446E" w:rsidP="000372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4" w:type="dxa"/>
          </w:tcPr>
          <w:p w14:paraId="19D3DAE2" w14:textId="77777777" w:rsidR="0064446E" w:rsidRPr="00477A8B" w:rsidRDefault="0064446E" w:rsidP="000372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</w:tcPr>
          <w:p w14:paraId="6F80BCAE" w14:textId="77777777" w:rsidR="0064446E" w:rsidRPr="00477A8B" w:rsidRDefault="0064446E" w:rsidP="000372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6" w:type="dxa"/>
          </w:tcPr>
          <w:p w14:paraId="38D36256" w14:textId="77777777" w:rsidR="0064446E" w:rsidRPr="00477A8B" w:rsidRDefault="0064446E" w:rsidP="000372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14:paraId="20705223" w14:textId="77777777" w:rsidR="0064446E" w:rsidRPr="00477A8B" w:rsidRDefault="0064446E" w:rsidP="000372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5" w:type="dxa"/>
          </w:tcPr>
          <w:p w14:paraId="3A20037B" w14:textId="77777777" w:rsidR="0064446E" w:rsidRPr="00477A8B" w:rsidRDefault="0064446E" w:rsidP="000372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446E" w:rsidRPr="00477A8B" w14:paraId="34A99A8E" w14:textId="62E5D973" w:rsidTr="0064446E">
        <w:tc>
          <w:tcPr>
            <w:tcW w:w="562" w:type="dxa"/>
          </w:tcPr>
          <w:p w14:paraId="31D72094" w14:textId="108BA39A" w:rsidR="0064446E" w:rsidRPr="00477A8B" w:rsidRDefault="0064446E" w:rsidP="000372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7A8B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1878" w:type="dxa"/>
          </w:tcPr>
          <w:p w14:paraId="2509A9A1" w14:textId="77777777" w:rsidR="0064446E" w:rsidRPr="00477A8B" w:rsidRDefault="0064446E" w:rsidP="000372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5" w:type="dxa"/>
          </w:tcPr>
          <w:p w14:paraId="7EBD537C" w14:textId="77777777" w:rsidR="0064446E" w:rsidRPr="00477A8B" w:rsidRDefault="0064446E" w:rsidP="000372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4" w:type="dxa"/>
          </w:tcPr>
          <w:p w14:paraId="4038BF9F" w14:textId="77777777" w:rsidR="0064446E" w:rsidRPr="00477A8B" w:rsidRDefault="0064446E" w:rsidP="000372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</w:tcPr>
          <w:p w14:paraId="5C1C0F1A" w14:textId="77777777" w:rsidR="0064446E" w:rsidRPr="00477A8B" w:rsidRDefault="0064446E" w:rsidP="000372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6" w:type="dxa"/>
          </w:tcPr>
          <w:p w14:paraId="3B7C3834" w14:textId="77777777" w:rsidR="0064446E" w:rsidRPr="00477A8B" w:rsidRDefault="0064446E" w:rsidP="000372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14:paraId="278501FA" w14:textId="77777777" w:rsidR="0064446E" w:rsidRPr="00477A8B" w:rsidRDefault="0064446E" w:rsidP="000372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5" w:type="dxa"/>
          </w:tcPr>
          <w:p w14:paraId="26D3FAE1" w14:textId="77777777" w:rsidR="0064446E" w:rsidRPr="00477A8B" w:rsidRDefault="0064446E" w:rsidP="000372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446E" w:rsidRPr="00477A8B" w14:paraId="502084A2" w14:textId="3B863CB0" w:rsidTr="0064446E">
        <w:tc>
          <w:tcPr>
            <w:tcW w:w="562" w:type="dxa"/>
          </w:tcPr>
          <w:p w14:paraId="699AFF0B" w14:textId="0DC31865" w:rsidR="0064446E" w:rsidRPr="00477A8B" w:rsidRDefault="0064446E" w:rsidP="000372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7A8B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1878" w:type="dxa"/>
          </w:tcPr>
          <w:p w14:paraId="7A373171" w14:textId="77777777" w:rsidR="0064446E" w:rsidRPr="00477A8B" w:rsidRDefault="0064446E" w:rsidP="000372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5" w:type="dxa"/>
          </w:tcPr>
          <w:p w14:paraId="3270C432" w14:textId="77777777" w:rsidR="0064446E" w:rsidRPr="00477A8B" w:rsidRDefault="0064446E" w:rsidP="000372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4" w:type="dxa"/>
          </w:tcPr>
          <w:p w14:paraId="2B238DA7" w14:textId="77777777" w:rsidR="0064446E" w:rsidRPr="00477A8B" w:rsidRDefault="0064446E" w:rsidP="000372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</w:tcPr>
          <w:p w14:paraId="0DFE1131" w14:textId="77777777" w:rsidR="0064446E" w:rsidRPr="00477A8B" w:rsidRDefault="0064446E" w:rsidP="000372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6" w:type="dxa"/>
          </w:tcPr>
          <w:p w14:paraId="66E65040" w14:textId="77777777" w:rsidR="0064446E" w:rsidRPr="00477A8B" w:rsidRDefault="0064446E" w:rsidP="000372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14:paraId="2CA1A415" w14:textId="77777777" w:rsidR="0064446E" w:rsidRPr="00477A8B" w:rsidRDefault="0064446E" w:rsidP="000372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5" w:type="dxa"/>
          </w:tcPr>
          <w:p w14:paraId="27D2FAC4" w14:textId="77777777" w:rsidR="0064446E" w:rsidRPr="00477A8B" w:rsidRDefault="0064446E" w:rsidP="000372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446E" w:rsidRPr="00477A8B" w14:paraId="1AAC0438" w14:textId="2C02C2AF" w:rsidTr="0064446E">
        <w:tc>
          <w:tcPr>
            <w:tcW w:w="562" w:type="dxa"/>
          </w:tcPr>
          <w:p w14:paraId="4E47D93C" w14:textId="0F0D56AE" w:rsidR="0064446E" w:rsidRPr="00477A8B" w:rsidRDefault="0064446E" w:rsidP="000372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7A8B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1878" w:type="dxa"/>
          </w:tcPr>
          <w:p w14:paraId="3565C105" w14:textId="77777777" w:rsidR="0064446E" w:rsidRPr="00477A8B" w:rsidRDefault="0064446E" w:rsidP="000372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5" w:type="dxa"/>
          </w:tcPr>
          <w:p w14:paraId="1BAAAEB7" w14:textId="77777777" w:rsidR="0064446E" w:rsidRPr="00477A8B" w:rsidRDefault="0064446E" w:rsidP="000372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4" w:type="dxa"/>
          </w:tcPr>
          <w:p w14:paraId="7DFD6A68" w14:textId="77777777" w:rsidR="0064446E" w:rsidRPr="00477A8B" w:rsidRDefault="0064446E" w:rsidP="000372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</w:tcPr>
          <w:p w14:paraId="7DE8265E" w14:textId="77777777" w:rsidR="0064446E" w:rsidRPr="00477A8B" w:rsidRDefault="0064446E" w:rsidP="000372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6" w:type="dxa"/>
          </w:tcPr>
          <w:p w14:paraId="4E14D776" w14:textId="77777777" w:rsidR="0064446E" w:rsidRPr="00477A8B" w:rsidRDefault="0064446E" w:rsidP="000372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14:paraId="109AB8B0" w14:textId="77777777" w:rsidR="0064446E" w:rsidRPr="00477A8B" w:rsidRDefault="0064446E" w:rsidP="000372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5" w:type="dxa"/>
          </w:tcPr>
          <w:p w14:paraId="00F36BED" w14:textId="77777777" w:rsidR="0064446E" w:rsidRPr="00477A8B" w:rsidRDefault="0064446E" w:rsidP="000372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446E" w:rsidRPr="00477A8B" w14:paraId="7AAF88BD" w14:textId="6587CF89" w:rsidTr="0064446E">
        <w:tc>
          <w:tcPr>
            <w:tcW w:w="562" w:type="dxa"/>
          </w:tcPr>
          <w:p w14:paraId="542A885F" w14:textId="23445213" w:rsidR="0064446E" w:rsidRPr="00477A8B" w:rsidRDefault="0064446E" w:rsidP="000372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7A8B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1878" w:type="dxa"/>
          </w:tcPr>
          <w:p w14:paraId="7EBE8EE8" w14:textId="77777777" w:rsidR="0064446E" w:rsidRPr="00477A8B" w:rsidRDefault="0064446E" w:rsidP="000372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5" w:type="dxa"/>
          </w:tcPr>
          <w:p w14:paraId="6F7D57C9" w14:textId="77777777" w:rsidR="0064446E" w:rsidRPr="00477A8B" w:rsidRDefault="0064446E" w:rsidP="000372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4" w:type="dxa"/>
          </w:tcPr>
          <w:p w14:paraId="369D9D73" w14:textId="77777777" w:rsidR="0064446E" w:rsidRPr="00477A8B" w:rsidRDefault="0064446E" w:rsidP="000372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</w:tcPr>
          <w:p w14:paraId="57AE201D" w14:textId="77777777" w:rsidR="0064446E" w:rsidRPr="00477A8B" w:rsidRDefault="0064446E" w:rsidP="000372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6" w:type="dxa"/>
          </w:tcPr>
          <w:p w14:paraId="4E12E27C" w14:textId="77777777" w:rsidR="0064446E" w:rsidRPr="00477A8B" w:rsidRDefault="0064446E" w:rsidP="000372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14:paraId="458782BE" w14:textId="77777777" w:rsidR="0064446E" w:rsidRPr="00477A8B" w:rsidRDefault="0064446E" w:rsidP="000372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5" w:type="dxa"/>
          </w:tcPr>
          <w:p w14:paraId="26319669" w14:textId="77777777" w:rsidR="0064446E" w:rsidRPr="00477A8B" w:rsidRDefault="0064446E" w:rsidP="000372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5EB2322" w14:textId="77777777" w:rsidR="009A669E" w:rsidRDefault="009A669E" w:rsidP="00015C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A669E" w:rsidSect="00015C08">
      <w:headerReference w:type="default" r:id="rId9"/>
      <w:footerReference w:type="default" r:id="rId10"/>
      <w:pgSz w:w="11906" w:h="16838"/>
      <w:pgMar w:top="993" w:right="850" w:bottom="0" w:left="1701" w:header="708" w:footer="2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09EAF" w14:textId="77777777" w:rsidR="00592635" w:rsidRDefault="00592635" w:rsidP="00547535">
      <w:pPr>
        <w:spacing w:after="0" w:line="240" w:lineRule="auto"/>
      </w:pPr>
      <w:r>
        <w:separator/>
      </w:r>
    </w:p>
  </w:endnote>
  <w:endnote w:type="continuationSeparator" w:id="0">
    <w:p w14:paraId="649849B6" w14:textId="77777777" w:rsidR="00592635" w:rsidRDefault="00592635" w:rsidP="00547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DD5603" w14:textId="4A2D3C86" w:rsidR="00547535" w:rsidRPr="00547535" w:rsidRDefault="00547535" w:rsidP="00547535">
    <w:pPr>
      <w:widowControl w:val="0"/>
      <w:spacing w:after="0" w:line="240" w:lineRule="auto"/>
      <w:ind w:right="1275"/>
      <w:jc w:val="right"/>
      <w:rPr>
        <w:rFonts w:ascii="Times New Roman" w:hAnsi="Times New Roman" w:cs="Times New Roman"/>
        <w:bCs/>
        <w:i/>
        <w:iCs/>
        <w:szCs w:val="24"/>
      </w:rPr>
    </w:pPr>
  </w:p>
  <w:p w14:paraId="40FFBBE9" w14:textId="6783D5D6" w:rsidR="00547535" w:rsidRPr="00547535" w:rsidRDefault="00547535" w:rsidP="00547535">
    <w:pPr>
      <w:widowControl w:val="0"/>
      <w:spacing w:after="0" w:line="240" w:lineRule="auto"/>
      <w:rPr>
        <w:rFonts w:ascii="Times New Roman" w:hAnsi="Times New Roman" w:cs="Times New Roman"/>
        <w:sz w:val="20"/>
        <w:szCs w:val="20"/>
      </w:rPr>
    </w:pPr>
  </w:p>
  <w:p w14:paraId="0F264922" w14:textId="25722696" w:rsidR="00547535" w:rsidRPr="00547535" w:rsidRDefault="00547535" w:rsidP="00547535">
    <w:pPr>
      <w:pStyle w:val="a6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0F0270" w14:textId="77777777" w:rsidR="00592635" w:rsidRDefault="00592635" w:rsidP="00547535">
      <w:pPr>
        <w:spacing w:after="0" w:line="240" w:lineRule="auto"/>
      </w:pPr>
      <w:r>
        <w:separator/>
      </w:r>
    </w:p>
  </w:footnote>
  <w:footnote w:type="continuationSeparator" w:id="0">
    <w:p w14:paraId="5C6F27F5" w14:textId="77777777" w:rsidR="00592635" w:rsidRDefault="00592635" w:rsidP="005475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68CF1E" w14:textId="0F3507F5" w:rsidR="00547535" w:rsidRDefault="00547535">
    <w:pPr>
      <w:pStyle w:val="a4"/>
    </w:pPr>
    <w:r>
      <w:rPr>
        <w:noProof/>
        <w:lang w:eastAsia="ru-RU"/>
      </w:rPr>
      <w:drawing>
        <wp:inline distT="0" distB="0" distL="0" distR="0" wp14:anchorId="368328B3" wp14:editId="007EED2B">
          <wp:extent cx="1304693" cy="302482"/>
          <wp:effectExtent l="0" t="0" r="0" b="2540"/>
          <wp:docPr id="1" name="Рисунок 1" descr="C:\Users\pss\AppData\Local\Microsoft\Windows\Temporary Internet Files\Content.Word\new-microsoft-logo-square-larg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ss\AppData\Local\Microsoft\Windows\Temporary Internet Files\Content.Word\new-microsoft-logo-square-larg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7777" cy="3008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4B0D9E"/>
    <w:multiLevelType w:val="hybridMultilevel"/>
    <w:tmpl w:val="4B161892"/>
    <w:lvl w:ilvl="0" w:tplc="0419000D">
      <w:start w:val="1"/>
      <w:numFmt w:val="bullet"/>
      <w:lvlText w:val=""/>
      <w:lvlJc w:val="left"/>
      <w:pPr>
        <w:ind w:left="284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69E"/>
    <w:rsid w:val="00001CF1"/>
    <w:rsid w:val="00015C08"/>
    <w:rsid w:val="00077DC4"/>
    <w:rsid w:val="00096BF6"/>
    <w:rsid w:val="000A7494"/>
    <w:rsid w:val="000D720F"/>
    <w:rsid w:val="000E39E2"/>
    <w:rsid w:val="000E6632"/>
    <w:rsid w:val="00151C3D"/>
    <w:rsid w:val="00162734"/>
    <w:rsid w:val="00171E5B"/>
    <w:rsid w:val="001A61E4"/>
    <w:rsid w:val="001D1D56"/>
    <w:rsid w:val="001F0BE4"/>
    <w:rsid w:val="00225097"/>
    <w:rsid w:val="0023011B"/>
    <w:rsid w:val="00236391"/>
    <w:rsid w:val="00240A42"/>
    <w:rsid w:val="00245D9C"/>
    <w:rsid w:val="002624AE"/>
    <w:rsid w:val="00292612"/>
    <w:rsid w:val="002D6857"/>
    <w:rsid w:val="003067A0"/>
    <w:rsid w:val="00314366"/>
    <w:rsid w:val="00331C44"/>
    <w:rsid w:val="00351F85"/>
    <w:rsid w:val="00362115"/>
    <w:rsid w:val="0039161C"/>
    <w:rsid w:val="00391647"/>
    <w:rsid w:val="003A2540"/>
    <w:rsid w:val="003B2D70"/>
    <w:rsid w:val="003E1745"/>
    <w:rsid w:val="00426AF4"/>
    <w:rsid w:val="004732D3"/>
    <w:rsid w:val="00474E9D"/>
    <w:rsid w:val="00477A8B"/>
    <w:rsid w:val="004915A8"/>
    <w:rsid w:val="00547535"/>
    <w:rsid w:val="00592635"/>
    <w:rsid w:val="00595A71"/>
    <w:rsid w:val="005A05DB"/>
    <w:rsid w:val="005B2796"/>
    <w:rsid w:val="0064446E"/>
    <w:rsid w:val="00653822"/>
    <w:rsid w:val="006D5DED"/>
    <w:rsid w:val="007B0090"/>
    <w:rsid w:val="007C15AA"/>
    <w:rsid w:val="00802C48"/>
    <w:rsid w:val="008562B2"/>
    <w:rsid w:val="00856616"/>
    <w:rsid w:val="008752B6"/>
    <w:rsid w:val="00881AF4"/>
    <w:rsid w:val="0089137A"/>
    <w:rsid w:val="0089695C"/>
    <w:rsid w:val="008A6C7F"/>
    <w:rsid w:val="008F11C9"/>
    <w:rsid w:val="009538B4"/>
    <w:rsid w:val="00981CEA"/>
    <w:rsid w:val="00987A67"/>
    <w:rsid w:val="009A669E"/>
    <w:rsid w:val="00AA7B4A"/>
    <w:rsid w:val="00AC36A3"/>
    <w:rsid w:val="00AE2DA9"/>
    <w:rsid w:val="00B00C84"/>
    <w:rsid w:val="00B16CA2"/>
    <w:rsid w:val="00B34152"/>
    <w:rsid w:val="00B73095"/>
    <w:rsid w:val="00B741D5"/>
    <w:rsid w:val="00BC0B20"/>
    <w:rsid w:val="00BC4434"/>
    <w:rsid w:val="00BD054F"/>
    <w:rsid w:val="00BF668E"/>
    <w:rsid w:val="00C146B8"/>
    <w:rsid w:val="00C234C7"/>
    <w:rsid w:val="00C57089"/>
    <w:rsid w:val="00C605B1"/>
    <w:rsid w:val="00C74EED"/>
    <w:rsid w:val="00CA037E"/>
    <w:rsid w:val="00D57B45"/>
    <w:rsid w:val="00D80C3F"/>
    <w:rsid w:val="00D9422C"/>
    <w:rsid w:val="00E61571"/>
    <w:rsid w:val="00E962A2"/>
    <w:rsid w:val="00F2298D"/>
    <w:rsid w:val="00F32B84"/>
    <w:rsid w:val="00F64314"/>
    <w:rsid w:val="00F82F1B"/>
    <w:rsid w:val="00FA66CE"/>
    <w:rsid w:val="00FD7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EB22F9"/>
  <w15:docId w15:val="{6A295DAC-77C5-42F0-97BB-C09613B6F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66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475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47535"/>
  </w:style>
  <w:style w:type="paragraph" w:styleId="a6">
    <w:name w:val="footer"/>
    <w:basedOn w:val="a"/>
    <w:link w:val="a7"/>
    <w:uiPriority w:val="99"/>
    <w:unhideWhenUsed/>
    <w:rsid w:val="005475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47535"/>
  </w:style>
  <w:style w:type="paragraph" w:styleId="a8">
    <w:name w:val="Balloon Text"/>
    <w:basedOn w:val="a"/>
    <w:link w:val="a9"/>
    <w:uiPriority w:val="99"/>
    <w:semiHidden/>
    <w:unhideWhenUsed/>
    <w:rsid w:val="00547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47535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351F85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351F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1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udcit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ss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70647EBA-202F-4858-BCDA-15D23F5CECA0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</Template>
  <TotalTime>17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cp:lastModifiedBy>ЦИТ</cp:lastModifiedBy>
  <cp:revision>8</cp:revision>
  <cp:lastPrinted>2014-08-29T07:10:00Z</cp:lastPrinted>
  <dcterms:created xsi:type="dcterms:W3CDTF">2014-10-23T11:48:00Z</dcterms:created>
  <dcterms:modified xsi:type="dcterms:W3CDTF">2014-10-24T11:18:00Z</dcterms:modified>
</cp:coreProperties>
</file>